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1.160002" w:type="dxa"/>
      </w:tblPr>
      <w:tblGrid/>
      <w:tr>
        <w:trPr>
          <w:trHeight w:val="173" w:hRule="exact"/>
        </w:trPr>
        <w:tc>
          <w:tcPr>
            <w:tcW w:w="1088" w:type="dxa"/>
            <w:tcBorders>
              <w:top w:val="single" w:sz="3.68" w:space="0" w:color="000000"/>
              <w:bottom w:val="single" w:sz="3.68" w:space="0" w:color="000000"/>
              <w:left w:val="single" w:sz="3.68" w:space="0" w:color="000000"/>
              <w:right w:val="single" w:sz="3.68" w:space="0" w:color="000000"/>
            </w:tcBorders>
          </w:tcPr>
          <w:p>
            <w:pPr>
              <w:spacing w:before="0" w:after="0" w:line="154" w:lineRule="exact"/>
              <w:ind w:left="352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Á</w:t>
            </w:r>
            <w:r>
              <w:rPr>
                <w:rFonts w:ascii="Calibri" w:hAnsi="Calibri" w:cs="Calibri" w:eastAsia="Calibri"/>
                <w:sz w:val="13"/>
                <w:szCs w:val="13"/>
                <w:spacing w:val="2"/>
                <w:w w:val="100"/>
              </w:rPr>
              <w:t>R</w:t>
            </w:r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3"/>
                <w:szCs w:val="13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485" w:type="dxa"/>
            <w:tcBorders>
              <w:top w:val="single" w:sz="3.68" w:space="0" w:color="000000"/>
              <w:bottom w:val="single" w:sz="3.68" w:space="0" w:color="000000"/>
              <w:left w:val="single" w:sz="3.68" w:space="0" w:color="000000"/>
              <w:right w:val="single" w:sz="3.68016" w:space="0" w:color="000000"/>
            </w:tcBorders>
          </w:tcPr>
          <w:p>
            <w:pPr>
              <w:spacing w:before="0" w:after="0" w:line="154" w:lineRule="exact"/>
              <w:ind w:left="863" w:right="834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99"/>
              </w:rPr>
              <w:t>M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99"/>
              </w:rPr>
              <w:t>A</w:t>
            </w:r>
            <w:r>
              <w:rPr>
                <w:rFonts w:ascii="Calibri" w:hAnsi="Calibri" w:cs="Calibri" w:eastAsia="Calibri"/>
                <w:sz w:val="13"/>
                <w:szCs w:val="13"/>
                <w:spacing w:val="2"/>
                <w:w w:val="99"/>
              </w:rPr>
              <w:t>T</w:t>
            </w:r>
            <w:r>
              <w:rPr>
                <w:rFonts w:ascii="Calibri" w:hAnsi="Calibri" w:cs="Calibri" w:eastAsia="Calibri"/>
                <w:sz w:val="13"/>
                <w:szCs w:val="13"/>
                <w:spacing w:val="2"/>
                <w:w w:val="99"/>
              </w:rPr>
              <w:t>R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99"/>
              </w:rPr>
              <w:t>Í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99"/>
              </w:rPr>
              <w:t>C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99"/>
              </w:rPr>
              <w:t>U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99"/>
              </w:rPr>
              <w:t>L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99"/>
              </w:rPr>
              <w:t>A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99"/>
              </w:rPr>
              <w:t>S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124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0" w:after="0" w:line="154" w:lineRule="exact"/>
              <w:ind w:left="309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V</w:t>
            </w:r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É</w:t>
            </w:r>
            <w:r>
              <w:rPr>
                <w:rFonts w:ascii="Calibri" w:hAnsi="Calibri" w:cs="Calibri" w:eastAsia="Calibri"/>
                <w:sz w:val="13"/>
                <w:szCs w:val="13"/>
                <w:spacing w:val="2"/>
                <w:w w:val="100"/>
              </w:rPr>
              <w:t>R</w:t>
            </w:r>
            <w:r>
              <w:rPr>
                <w:rFonts w:ascii="Calibri" w:hAnsi="Calibri" w:cs="Calibri" w:eastAsia="Calibri"/>
                <w:sz w:val="13"/>
                <w:szCs w:val="13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I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C</w:t>
            </w:r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527" w:type="dxa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>
              <w:spacing w:before="0" w:after="0" w:line="154" w:lineRule="exact"/>
              <w:ind w:left="38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I</w:t>
            </w:r>
            <w:r>
              <w:rPr>
                <w:rFonts w:ascii="Calibri" w:hAnsi="Calibri" w:cs="Calibri" w:eastAsia="Calibri"/>
                <w:sz w:val="13"/>
                <w:szCs w:val="13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3"/>
                <w:szCs w:val="13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Â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C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I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A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M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952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0" w:after="0" w:line="154" w:lineRule="exact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C</w:t>
            </w:r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3"/>
                <w:szCs w:val="13"/>
                <w:spacing w:val="2"/>
                <w:w w:val="100"/>
              </w:rPr>
              <w:t>R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A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A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095" w:type="dxa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7992" w:space="0" w:color="000000"/>
            </w:tcBorders>
          </w:tcPr>
          <w:p>
            <w:pPr>
              <w:spacing w:before="0" w:after="0" w:line="154" w:lineRule="exact"/>
              <w:ind w:left="93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C</w:t>
            </w:r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-2"/>
                <w:w w:val="100"/>
              </w:rPr>
              <w:t>F</w:t>
            </w:r>
            <w:r>
              <w:rPr>
                <w:rFonts w:ascii="Calibri" w:hAnsi="Calibri" w:cs="Calibri" w:eastAsia="Calibri"/>
                <w:sz w:val="13"/>
                <w:szCs w:val="13"/>
                <w:spacing w:val="2"/>
                <w:w w:val="100"/>
              </w:rPr>
              <w:t>R</w:t>
            </w:r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A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455" w:type="dxa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 w:val="restart"/>
            <w:tcBorders>
              <w:top w:val="single" w:sz="3.68" w:space="0" w:color="000000"/>
              <w:left w:val="single" w:sz="3.68" w:space="0" w:color="000000"/>
              <w:right w:val="single" w:sz="3.68" w:space="0" w:color="000000"/>
            </w:tcBorders>
          </w:tcPr>
          <w:p>
            <w:pPr>
              <w:spacing w:before="0" w:after="0" w:line="154" w:lineRule="exact"/>
              <w:ind w:left="25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4"/>
                <w:w w:val="100"/>
              </w:rPr>
              <w:t>,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485" w:type="dxa"/>
            <w:vMerge w:val="restart"/>
            <w:tcBorders>
              <w:top w:val="single" w:sz="3.68" w:space="0" w:color="000000"/>
              <w:left w:val="single" w:sz="3.68" w:space="0" w:color="000000"/>
              <w:right w:val="single" w:sz="3.68016" w:space="0" w:color="000000"/>
            </w:tcBorders>
          </w:tcPr>
          <w:p>
            <w:pPr>
              <w:spacing w:before="0" w:after="0" w:line="154" w:lineRule="exact"/>
              <w:ind w:left="-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99"/>
              </w:rPr>
              <w:t>-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99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99"/>
              </w:rPr>
              <w:t>-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99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99"/>
              </w:rPr>
              <w:t>-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99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99"/>
              </w:rPr>
              <w:t>-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99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99"/>
              </w:rPr>
              <w:t>-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99"/>
              </w:rPr>
              <w:t> 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-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124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3" w:after="0" w:line="240" w:lineRule="auto"/>
              <w:ind w:left="459" w:right="439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V1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527" w:type="dxa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>
              <w:spacing w:before="3" w:after="0" w:line="240" w:lineRule="auto"/>
              <w:ind w:right="50"/>
              <w:jc w:val="righ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4"/>
                <w:w w:val="99"/>
              </w:rPr>
              <w:t>,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952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3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3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gridSpan w:val="2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4" w:space="0" w:color="000000"/>
            </w:tcBorders>
          </w:tcPr>
          <w:p>
            <w:pPr>
              <w:spacing w:before="3" w:after="0" w:line="240" w:lineRule="auto"/>
              <w:ind w:left="734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3"/>
                <w:szCs w:val="13"/>
                <w:spacing w:val="2"/>
                <w:w w:val="100"/>
              </w:rPr>
              <w:t>R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3"/>
                <w:szCs w:val="13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A</w:t>
            </w:r>
            <w:r>
              <w:rPr>
                <w:rFonts w:ascii="Calibri" w:hAnsi="Calibri" w:cs="Calibri" w:eastAsia="Calibri"/>
                <w:sz w:val="13"/>
                <w:szCs w:val="13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3"/>
                <w:szCs w:val="13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U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M</w:t>
            </w:r>
            <w:r>
              <w:rPr>
                <w:rFonts w:ascii="Calibri" w:hAnsi="Calibri" w:cs="Calibri" w:eastAsia="Calibri"/>
                <w:sz w:val="13"/>
                <w:szCs w:val="13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Ç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Ã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459" w:right="439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V2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527" w:type="dxa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589" w:right="561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4"/>
                <w:w w:val="99"/>
              </w:rPr>
              <w:t>,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952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gridSpan w:val="2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4" w:space="0" w:color="000000"/>
            </w:tcBorders>
          </w:tcPr>
          <w:p>
            <w:pPr>
              <w:spacing w:before="2" w:after="0" w:line="240" w:lineRule="auto"/>
              <w:ind w:left="619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2"/>
                <w:w w:val="100"/>
              </w:rPr>
              <w:t>J</w:t>
            </w:r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3"/>
                <w:szCs w:val="13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3"/>
                <w:szCs w:val="13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C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A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M</w:t>
            </w:r>
            <w:r>
              <w:rPr>
                <w:rFonts w:ascii="Calibri" w:hAnsi="Calibri" w:cs="Calibri" w:eastAsia="Calibri"/>
                <w:sz w:val="13"/>
                <w:szCs w:val="13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3"/>
                <w:szCs w:val="13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C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U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459" w:right="439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V3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527" w:type="dxa"/>
            <w:tcBorders>
              <w:top w:val="single" w:sz="3.68" w:space="0" w:color="000000"/>
              <w:bottom w:val="single" w:sz="3.67992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589" w:right="561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4"/>
                <w:w w:val="99"/>
              </w:rPr>
              <w:t>,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952" w:type="dxa"/>
            <w:tcBorders>
              <w:top w:val="single" w:sz="3.68" w:space="0" w:color="000000"/>
              <w:bottom w:val="single" w:sz="3.67992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gridSpan w:val="2"/>
            <w:tcBorders>
              <w:top w:val="single" w:sz="3.68" w:space="0" w:color="000000"/>
              <w:bottom w:val="single" w:sz="3.67992" w:space="0" w:color="000000"/>
              <w:left w:val="single" w:sz="3.67992" w:space="0" w:color="000000"/>
              <w:right w:val="single" w:sz="3.6804" w:space="0" w:color="000000"/>
            </w:tcBorders>
          </w:tcPr>
          <w:p>
            <w:pPr>
              <w:spacing w:before="2" w:after="0" w:line="240" w:lineRule="auto"/>
              <w:ind w:left="597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A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I</w:t>
            </w:r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3"/>
                <w:szCs w:val="13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C</w:t>
            </w:r>
            <w:r>
              <w:rPr>
                <w:rFonts w:ascii="Calibri" w:hAnsi="Calibri" w:cs="Calibri" w:eastAsia="Calibri"/>
                <w:sz w:val="13"/>
                <w:szCs w:val="13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3"/>
                <w:szCs w:val="13"/>
                <w:spacing w:val="2"/>
                <w:w w:val="100"/>
              </w:rPr>
              <w:t>R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I</w:t>
            </w:r>
            <w:r>
              <w:rPr>
                <w:rFonts w:ascii="Calibri" w:hAnsi="Calibri" w:cs="Calibri" w:eastAsia="Calibri"/>
                <w:sz w:val="13"/>
                <w:szCs w:val="13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3"/>
                <w:szCs w:val="13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I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A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WO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L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7992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459" w:right="439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V4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527" w:type="dxa"/>
            <w:tcBorders>
              <w:top w:val="single" w:sz="3.67992" w:space="0" w:color="000000"/>
              <w:bottom w:val="single" w:sz="3.68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589" w:right="561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4"/>
                <w:w w:val="99"/>
              </w:rPr>
              <w:t>,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952" w:type="dxa"/>
            <w:tcBorders>
              <w:top w:val="single" w:sz="3.67992" w:space="0" w:color="000000"/>
              <w:bottom w:val="single" w:sz="3.68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7992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gridSpan w:val="2"/>
            <w:tcBorders>
              <w:top w:val="single" w:sz="3.67992" w:space="0" w:color="000000"/>
              <w:bottom w:val="single" w:sz="3.68" w:space="0" w:color="000000"/>
              <w:left w:val="single" w:sz="3.67992" w:space="0" w:color="000000"/>
              <w:right w:val="single" w:sz="3.6804" w:space="0" w:color="000000"/>
            </w:tcBorders>
          </w:tcPr>
          <w:p>
            <w:pPr>
              <w:spacing w:before="2" w:after="0" w:line="240" w:lineRule="auto"/>
              <w:ind w:left="806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É</w:t>
            </w:r>
            <w:r>
              <w:rPr>
                <w:rFonts w:ascii="Calibri" w:hAnsi="Calibri" w:cs="Calibri" w:eastAsia="Calibri"/>
                <w:sz w:val="13"/>
                <w:szCs w:val="13"/>
                <w:spacing w:val="2"/>
                <w:w w:val="100"/>
              </w:rPr>
              <w:t>R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G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I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3"/>
                <w:szCs w:val="13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3"/>
                <w:szCs w:val="13"/>
                <w:spacing w:val="2"/>
                <w:w w:val="100"/>
              </w:rPr>
              <w:t>J</w:t>
            </w:r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3"/>
                <w:szCs w:val="13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3"/>
                <w:szCs w:val="13"/>
                <w:spacing w:val="2"/>
                <w:w w:val="100"/>
              </w:rPr>
              <w:t>R</w:t>
            </w:r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I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459" w:right="439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V5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527" w:type="dxa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553" w:right="532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4"/>
                <w:w w:val="99"/>
              </w:rPr>
              <w:t>,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952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 w:val="restart"/>
            <w:gridSpan w:val="2"/>
            <w:tcBorders>
              <w:top w:val="single" w:sz="3.68" w:space="0" w:color="000000"/>
              <w:left w:val="single" w:sz="3.67992" w:space="0" w:color="000000"/>
              <w:right w:val="single" w:sz="3.6804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4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619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2"/>
                <w:w w:val="100"/>
              </w:rPr>
              <w:t>J</w:t>
            </w:r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Ã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3"/>
                <w:szCs w:val="13"/>
                <w:spacing w:val="-2"/>
                <w:w w:val="100"/>
              </w:rPr>
              <w:t>F</w:t>
            </w:r>
            <w:r>
              <w:rPr>
                <w:rFonts w:ascii="Calibri" w:hAnsi="Calibri" w:cs="Calibri" w:eastAsia="Calibri"/>
                <w:sz w:val="13"/>
                <w:szCs w:val="13"/>
                <w:spacing w:val="2"/>
                <w:w w:val="100"/>
              </w:rPr>
              <w:t>R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A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C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I</w:t>
            </w:r>
            <w:r>
              <w:rPr>
                <w:rFonts w:ascii="Calibri" w:hAnsi="Calibri" w:cs="Calibri" w:eastAsia="Calibri"/>
                <w:sz w:val="13"/>
                <w:szCs w:val="13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C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3"/>
                <w:szCs w:val="13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V</w:t>
            </w:r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" w:space="0" w:color="000000"/>
              <w:bottom w:val="single" w:sz="3.67992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" w:space="0" w:color="000000"/>
              <w:bottom w:val="single" w:sz="3.67992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3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3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7992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7992" w:space="0" w:color="000000"/>
              <w:bottom w:val="single" w:sz="3.68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7992" w:space="0" w:color="000000"/>
              <w:bottom w:val="single" w:sz="3.68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7992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bottom w:val="single" w:sz="3.68" w:space="0" w:color="000000"/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3" w:after="0" w:line="240" w:lineRule="auto"/>
              <w:ind w:left="459" w:right="439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V6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527" w:type="dxa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>
              <w:spacing w:before="3" w:after="0" w:line="240" w:lineRule="auto"/>
              <w:ind w:left="553" w:right="532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4"/>
                <w:w w:val="99"/>
              </w:rPr>
              <w:t>,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952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3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3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 w:val="restart"/>
            <w:gridSpan w:val="2"/>
            <w:tcBorders>
              <w:top w:val="single" w:sz="3.68" w:space="0" w:color="000000"/>
              <w:left w:val="single" w:sz="3.67992" w:space="0" w:color="000000"/>
              <w:right w:val="single" w:sz="3.6804" w:space="0" w:color="000000"/>
            </w:tcBorders>
          </w:tcPr>
          <w:p>
            <w:pPr>
              <w:spacing w:before="9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842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W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A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3"/>
                <w:szCs w:val="13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L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Ú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C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I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3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3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bottom w:val="single" w:sz="3.68" w:space="0" w:color="000000"/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459" w:right="439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V7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527" w:type="dxa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524" w:right="496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4"/>
                <w:w w:val="99"/>
              </w:rPr>
              <w:t>,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952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 w:val="restart"/>
            <w:gridSpan w:val="2"/>
            <w:tcBorders>
              <w:top w:val="single" w:sz="3.68" w:space="0" w:color="000000"/>
              <w:left w:val="single" w:sz="3.67992" w:space="0" w:color="000000"/>
              <w:right w:val="single" w:sz="3.6804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518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3"/>
                <w:szCs w:val="13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A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C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Í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L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I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3"/>
                <w:szCs w:val="13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3"/>
                <w:szCs w:val="13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A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C</w:t>
            </w:r>
            <w:r>
              <w:rPr>
                <w:rFonts w:ascii="Calibri" w:hAnsi="Calibri" w:cs="Calibri" w:eastAsia="Calibri"/>
                <w:sz w:val="13"/>
                <w:szCs w:val="13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C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3"/>
                <w:szCs w:val="13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3"/>
                <w:szCs w:val="13"/>
                <w:spacing w:val="-2"/>
                <w:w w:val="100"/>
              </w:rPr>
              <w:t>F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A</w:t>
            </w:r>
            <w:r>
              <w:rPr>
                <w:rFonts w:ascii="Calibri" w:hAnsi="Calibri" w:cs="Calibri" w:eastAsia="Calibri"/>
                <w:sz w:val="13"/>
                <w:szCs w:val="13"/>
                <w:spacing w:val="2"/>
                <w:w w:val="100"/>
              </w:rPr>
              <w:t>R</w:t>
            </w:r>
            <w:r>
              <w:rPr>
                <w:rFonts w:ascii="Calibri" w:hAnsi="Calibri" w:cs="Calibri" w:eastAsia="Calibri"/>
                <w:sz w:val="13"/>
                <w:szCs w:val="13"/>
                <w:spacing w:val="-3"/>
                <w:w w:val="100"/>
              </w:rPr>
              <w:t>A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C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" w:space="0" w:color="000000"/>
              <w:bottom w:val="single" w:sz="3.68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8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" w:space="0" w:color="000000"/>
              <w:bottom w:val="single" w:sz="3.67992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" w:space="0" w:color="000000"/>
              <w:bottom w:val="single" w:sz="3.67992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3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3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7992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7992" w:space="0" w:color="000000"/>
              <w:bottom w:val="single" w:sz="3.67992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7992" w:space="0" w:color="000000"/>
              <w:bottom w:val="single" w:sz="3.67992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7992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7992" w:space="0" w:color="000000"/>
              <w:bottom w:val="single" w:sz="3.68016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016" w:space="0" w:color="000000"/>
              <w:bottom w:val="single" w:sz="3.67992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7992" w:space="0" w:color="000000"/>
              <w:bottom w:val="single" w:sz="3.68016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016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016" w:space="0" w:color="000000"/>
              <w:bottom w:val="single" w:sz="3.68016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016" w:space="0" w:color="000000"/>
              <w:bottom w:val="single" w:sz="3.68016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3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016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3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016" w:space="0" w:color="000000"/>
              <w:bottom w:val="single" w:sz="3.67992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7992" w:space="0" w:color="000000"/>
              <w:bottom w:val="single" w:sz="3.68016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016" w:space="0" w:color="000000"/>
              <w:bottom w:val="single" w:sz="3.67992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7992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7992" w:space="0" w:color="000000"/>
              <w:bottom w:val="single" w:sz="3.67992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7992" w:space="0" w:color="000000"/>
              <w:bottom w:val="single" w:sz="3.67992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7992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7992" w:space="0" w:color="000000"/>
              <w:bottom w:val="single" w:sz="3.68016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016" w:space="0" w:color="000000"/>
              <w:bottom w:val="single" w:sz="3.67992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7992" w:space="0" w:color="000000"/>
              <w:bottom w:val="single" w:sz="3.68016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016" w:space="0" w:color="000000"/>
              <w:bottom w:val="single" w:sz="3.67992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7992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7992" w:space="0" w:color="000000"/>
              <w:bottom w:val="single" w:sz="3.67992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7992" w:space="0" w:color="000000"/>
              <w:bottom w:val="single" w:sz="3.67992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3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7992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3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7992" w:space="0" w:color="000000"/>
              <w:bottom w:val="single" w:sz="3.68016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016" w:space="0" w:color="000000"/>
              <w:bottom w:val="single" w:sz="3.67992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7992" w:space="0" w:color="000000"/>
              <w:bottom w:val="single" w:sz="3.68016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016" w:space="0" w:color="000000"/>
              <w:bottom w:val="single" w:sz="3.67992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7992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7992" w:space="0" w:color="000000"/>
              <w:bottom w:val="single" w:sz="3.67992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7992" w:space="0" w:color="000000"/>
              <w:bottom w:val="single" w:sz="3.67992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3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7992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3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7992" w:space="0" w:color="000000"/>
              <w:bottom w:val="single" w:sz="3.68016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016" w:space="0" w:color="000000"/>
              <w:bottom w:val="single" w:sz="3.67992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7992" w:space="0" w:color="000000"/>
              <w:bottom w:val="single" w:sz="3.68016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016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016" w:space="0" w:color="000000"/>
              <w:bottom w:val="single" w:sz="3.68016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016" w:space="0" w:color="000000"/>
              <w:bottom w:val="single" w:sz="3.68016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3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016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3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016" w:space="0" w:color="000000"/>
              <w:bottom w:val="single" w:sz="3.67992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7992" w:space="0" w:color="000000"/>
              <w:bottom w:val="single" w:sz="3.68016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016" w:space="0" w:color="000000"/>
              <w:bottom w:val="single" w:sz="3.67992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7992" w:space="0" w:color="000000"/>
              <w:bottom w:val="single" w:sz="3.68016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7992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016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016" w:space="0" w:color="000000"/>
              <w:bottom w:val="single" w:sz="3.68016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016" w:space="0" w:color="000000"/>
              <w:bottom w:val="single" w:sz="3.68016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3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016" w:space="0" w:color="000000"/>
              <w:bottom w:val="single" w:sz="3.68016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3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016" w:space="0" w:color="000000"/>
              <w:bottom w:val="single" w:sz="3.67992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016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7992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7992" w:space="0" w:color="000000"/>
              <w:bottom w:val="single" w:sz="3.67992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7992" w:space="0" w:color="000000"/>
              <w:bottom w:val="single" w:sz="3.67992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7992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7992" w:space="0" w:color="000000"/>
              <w:bottom w:val="single" w:sz="3.6804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7992" w:space="0" w:color="000000"/>
              <w:bottom w:val="single" w:sz="3.6804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7992" w:space="0" w:color="000000"/>
              <w:bottom w:val="single" w:sz="3.6804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7992" w:space="0" w:color="000000"/>
              <w:bottom w:val="single" w:sz="3.6804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04" w:space="0" w:color="000000"/>
              <w:bottom w:val="single" w:sz="3.6804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04" w:space="0" w:color="000000"/>
              <w:bottom w:val="single" w:sz="3.6804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04" w:space="0" w:color="000000"/>
              <w:bottom w:val="single" w:sz="3.6804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04" w:space="0" w:color="000000"/>
              <w:bottom w:val="single" w:sz="3.6804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04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04" w:space="0" w:color="000000"/>
              <w:bottom w:val="single" w:sz="3.67992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04" w:space="0" w:color="000000"/>
              <w:bottom w:val="single" w:sz="3.67992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804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7992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7992" w:space="0" w:color="000000"/>
              <w:bottom w:val="single" w:sz="3.67992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7992" w:space="0" w:color="000000"/>
              <w:bottom w:val="single" w:sz="3.67992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7992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7992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7992" w:space="0" w:color="000000"/>
              <w:bottom w:val="single" w:sz="3.67992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7992" w:space="0" w:color="000000"/>
              <w:bottom w:val="single" w:sz="3.67992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7992" w:space="0" w:color="000000"/>
              <w:bottom w:val="single" w:sz="3.67992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7992" w:space="0" w:color="000000"/>
              <w:bottom w:val="single" w:sz="3.6804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7992" w:space="0" w:color="000000"/>
              <w:bottom w:val="single" w:sz="3.6804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7992" w:space="0" w:color="000000"/>
              <w:bottom w:val="single" w:sz="3.6804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1203" w:type="dxa"/>
            <w:tcBorders>
              <w:top w:val="single" w:sz="3.67992" w:space="0" w:color="000000"/>
              <w:bottom w:val="single" w:sz="3.6804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>
              <w:spacing w:before="2" w:after="0" w:line="240" w:lineRule="auto"/>
              <w:ind w:left="21" w:right="-2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N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3"/>
                <w:szCs w:val="13"/>
                <w:spacing w:val="3"/>
                <w:w w:val="100"/>
              </w:rPr>
              <w:t>.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</w:rPr>
            </w:r>
          </w:p>
        </w:tc>
        <w:tc>
          <w:tcPr>
            <w:tcW w:w="2550" w:type="dxa"/>
            <w:vMerge/>
            <w:gridSpan w:val="2"/>
            <w:tcBorders>
              <w:bottom w:val="single" w:sz="3.6804" w:space="0" w:color="000000"/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  <w:tr>
        <w:trPr>
          <w:trHeight w:val="173" w:hRule="exact"/>
        </w:trPr>
        <w:tc>
          <w:tcPr>
            <w:tcW w:w="1088" w:type="dxa"/>
            <w:vMerge/>
            <w:tcBorders>
              <w:bottom w:val="single" w:sz="3.6804" w:space="0" w:color="000000"/>
              <w:left w:val="single" w:sz="3.68" w:space="0" w:color="000000"/>
              <w:right w:val="single" w:sz="3.68" w:space="0" w:color="000000"/>
            </w:tcBorders>
          </w:tcPr>
          <w:p>
            <w:pPr/>
            <w:rPr/>
          </w:p>
        </w:tc>
        <w:tc>
          <w:tcPr>
            <w:tcW w:w="2485" w:type="dxa"/>
            <w:vMerge/>
            <w:tcBorders>
              <w:bottom w:val="single" w:sz="3.6804" w:space="0" w:color="000000"/>
              <w:left w:val="single" w:sz="3.68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124" w:type="dxa"/>
            <w:tcBorders>
              <w:top w:val="single" w:sz="3.6804" w:space="0" w:color="000000"/>
              <w:bottom w:val="single" w:sz="3.6804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1527" w:type="dxa"/>
            <w:tcBorders>
              <w:top w:val="single" w:sz="3.6804" w:space="0" w:color="000000"/>
              <w:bottom w:val="single" w:sz="3.6804" w:space="0" w:color="000000"/>
              <w:left w:val="single" w:sz="3.67992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952" w:type="dxa"/>
            <w:tcBorders>
              <w:top w:val="single" w:sz="3.6804" w:space="0" w:color="000000"/>
              <w:bottom w:val="single" w:sz="3.6804" w:space="0" w:color="000000"/>
              <w:left w:val="single" w:sz="3.68016" w:space="0" w:color="000000"/>
              <w:right w:val="single" w:sz="3.68016" w:space="0" w:color="000000"/>
            </w:tcBorders>
          </w:tcPr>
          <w:p>
            <w:pPr/>
            <w:rPr/>
          </w:p>
        </w:tc>
        <w:tc>
          <w:tcPr>
            <w:tcW w:w="1203" w:type="dxa"/>
            <w:tcBorders>
              <w:top w:val="single" w:sz="3.6804" w:space="0" w:color="000000"/>
              <w:bottom w:val="single" w:sz="3.6804" w:space="0" w:color="000000"/>
              <w:left w:val="single" w:sz="3.68016" w:space="0" w:color="000000"/>
              <w:right w:val="single" w:sz="3.67992" w:space="0" w:color="000000"/>
            </w:tcBorders>
          </w:tcPr>
          <w:p>
            <w:pPr/>
            <w:rPr/>
          </w:p>
        </w:tc>
        <w:tc>
          <w:tcPr>
            <w:tcW w:w="2550" w:type="dxa"/>
            <w:gridSpan w:val="2"/>
            <w:tcBorders>
              <w:top w:val="single" w:sz="3.6804" w:space="0" w:color="000000"/>
              <w:bottom w:val="single" w:sz="3.6804" w:space="0" w:color="000000"/>
              <w:left w:val="single" w:sz="3.67992" w:space="0" w:color="000000"/>
              <w:right w:val="single" w:sz="3.6804" w:space="0" w:color="000000"/>
            </w:tcBorders>
          </w:tcPr>
          <w:p>
            <w:pPr/>
            <w:rPr/>
          </w:p>
        </w:tc>
      </w:tr>
    </w:tbl>
    <w:sectPr>
      <w:type w:val="continuous"/>
      <w:pgSz w:w="15840" w:h="12240" w:orient="landscape"/>
      <w:pgMar w:top="820" w:bottom="280" w:left="1840" w:right="1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geototal1</dc:creator>
  <dcterms:created xsi:type="dcterms:W3CDTF">2012-04-03T11:18:50Z</dcterms:created>
  <dcterms:modified xsi:type="dcterms:W3CDTF">2012-04-03T11:18:50Z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2011-12-19T00:00:00Z</vt:filetime>
  </property>
  <property fmtid="{D5CDD505-2E9C-101B-9397-08002B2CF9AE}" pid="3" name="LastSaved">
    <vt:filetime>2012-04-03T00:00:00Z</vt:filetime>
  </property>
</Properties>
</file>